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POST/DYS/OLD/GZ/00087/2026                        </dmsv2SWPP2ObjectNumber>
    <dmsv2SWPP2SumMD5 xmlns="http://schemas.microsoft.com/sharepoint/v3">58b83d105bb1e6a67cf0e0820e600cfd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24128713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JEUP5JKVCYQC-1092029480-2291</_dlc_DocId>
    <_dlc_DocIdUrl xmlns="a19cb1c7-c5c7-46d4-85ae-d83685407bba">
      <Url>https://swpp2.dms.gkpge.pl/sites/41/_layouts/15/DocIdRedir.aspx?ID=JEUP5JKVCYQC-1092029480-2291</Url>
      <Description>JEUP5JKVCYQC-1092029480-2291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7016F084-C2E0-4721-87F3-D129AB11DE64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360D8C0-DCF1-439B-BDC5-DECEE4FFE38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e401ccd4-eb9a-4b12-8595-a9d94627c839</vt:lpwstr>
  </property>
</Properties>
</file>